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40"/>
        <w:gridCol w:w="14"/>
        <w:gridCol w:w="8"/>
        <w:gridCol w:w="3653"/>
      </w:tblGrid>
      <w:tr w:rsidR="00E821FC" w:rsidRPr="004B4CA0" w:rsidTr="004B4CA0">
        <w:trPr>
          <w:trHeight w:val="1415"/>
        </w:trPr>
        <w:tc>
          <w:tcPr>
            <w:tcW w:w="3640" w:type="dxa"/>
            <w:vAlign w:val="center"/>
          </w:tcPr>
          <w:p w:rsidR="00E821FC" w:rsidRPr="004B4CA0" w:rsidRDefault="004B4CA0" w:rsidP="004B4CA0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37319010" wp14:editId="03709427">
                  <wp:extent cx="317500" cy="1045425"/>
                  <wp:effectExtent l="0" t="0" r="6350" b="254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uteille huile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74" cy="1067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10F04395" wp14:editId="6C5D736F">
                  <wp:extent cx="317500" cy="1045425"/>
                  <wp:effectExtent l="0" t="0" r="6350" b="254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uteille huile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74" cy="1067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58224E07" wp14:editId="3718412E">
                  <wp:extent cx="317500" cy="1045425"/>
                  <wp:effectExtent l="0" t="0" r="6350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uteille huile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74" cy="1067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388944FF" wp14:editId="0528C8D3">
                  <wp:extent cx="317500" cy="1045425"/>
                  <wp:effectExtent l="0" t="0" r="6350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outeille huile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274" cy="10677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sz w:val="72"/>
                <w:szCs w:val="72"/>
              </w:rPr>
              <w:t>3</w:t>
            </w:r>
            <w:r w:rsidRPr="004B4CA0">
              <w:rPr>
                <w:rFonts w:ascii="Arial" w:hAnsi="Arial" w:cs="Arial"/>
                <w:sz w:val="72"/>
                <w:szCs w:val="72"/>
              </w:rPr>
              <w:t>5€</w:t>
            </w:r>
          </w:p>
        </w:tc>
        <w:tc>
          <w:tcPr>
            <w:tcW w:w="3675" w:type="dxa"/>
            <w:gridSpan w:val="3"/>
            <w:vAlign w:val="center"/>
          </w:tcPr>
          <w:p w:rsidR="00E821FC" w:rsidRPr="004B4CA0" w:rsidRDefault="004B4CA0" w:rsidP="00E821FC">
            <w:pPr>
              <w:spacing w:after="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00805A45" wp14:editId="5713B50C">
                  <wp:extent cx="1266741" cy="674915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aeroplane-161999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7123" cy="68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sz w:val="72"/>
                <w:szCs w:val="72"/>
              </w:rPr>
              <w:t>41€</w:t>
            </w:r>
          </w:p>
        </w:tc>
      </w:tr>
      <w:tr w:rsidR="00E821FC" w:rsidRPr="004B4CA0" w:rsidTr="004B4CA0">
        <w:trPr>
          <w:trHeight w:val="7936"/>
        </w:trPr>
        <w:tc>
          <w:tcPr>
            <w:tcW w:w="3640" w:type="dxa"/>
          </w:tcPr>
          <w:p w:rsidR="00E821FC" w:rsidRPr="004B4CA0" w:rsidRDefault="00E821FC">
            <w:pPr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3675" w:type="dxa"/>
            <w:gridSpan w:val="3"/>
          </w:tcPr>
          <w:p w:rsidR="00E821FC" w:rsidRPr="004B4CA0" w:rsidRDefault="00E821FC">
            <w:pPr>
              <w:rPr>
                <w:rFonts w:ascii="Arial" w:hAnsi="Arial" w:cs="Arial"/>
                <w:sz w:val="72"/>
                <w:szCs w:val="72"/>
              </w:rPr>
            </w:pPr>
          </w:p>
        </w:tc>
      </w:tr>
      <w:tr w:rsidR="00E821FC" w:rsidRPr="004B4CA0" w:rsidTr="004B4CA0">
        <w:trPr>
          <w:trHeight w:val="1415"/>
        </w:trPr>
        <w:tc>
          <w:tcPr>
            <w:tcW w:w="3662" w:type="dxa"/>
            <w:gridSpan w:val="3"/>
            <w:vAlign w:val="center"/>
          </w:tcPr>
          <w:p w:rsidR="00E821FC" w:rsidRPr="004B4CA0" w:rsidRDefault="004B4CA0" w:rsidP="00E821FC">
            <w:pPr>
              <w:spacing w:after="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1755FA41" wp14:editId="586E518D">
                  <wp:extent cx="936172" cy="702113"/>
                  <wp:effectExtent l="0" t="0" r="0" b="3175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chess-366436_1920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45832" cy="7093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sz w:val="72"/>
                <w:szCs w:val="72"/>
              </w:rPr>
              <w:t xml:space="preserve"> 56€</w:t>
            </w:r>
          </w:p>
        </w:tc>
        <w:tc>
          <w:tcPr>
            <w:tcW w:w="3653" w:type="dxa"/>
            <w:vAlign w:val="center"/>
          </w:tcPr>
          <w:p w:rsidR="00E821FC" w:rsidRPr="004B4CA0" w:rsidRDefault="004B4CA0" w:rsidP="00E821FC">
            <w:pPr>
              <w:spacing w:after="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113BFA30" wp14:editId="44F9B3B1">
                  <wp:extent cx="534197" cy="522514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ok-35811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659" cy="524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3A6F663E" wp14:editId="5EB2234D">
                  <wp:extent cx="578713" cy="566057"/>
                  <wp:effectExtent l="0" t="0" r="0" b="571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ook-35811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164" cy="5694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sz w:val="72"/>
                <w:szCs w:val="72"/>
              </w:rPr>
              <w:t xml:space="preserve">  49€</w:t>
            </w:r>
          </w:p>
        </w:tc>
      </w:tr>
      <w:tr w:rsidR="00E821FC" w:rsidRPr="004B4CA0" w:rsidTr="004B4CA0">
        <w:trPr>
          <w:trHeight w:val="8304"/>
        </w:trPr>
        <w:tc>
          <w:tcPr>
            <w:tcW w:w="3662" w:type="dxa"/>
            <w:gridSpan w:val="3"/>
          </w:tcPr>
          <w:p w:rsidR="00E821FC" w:rsidRPr="004B4CA0" w:rsidRDefault="00E821FC" w:rsidP="003C743B">
            <w:pPr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3653" w:type="dxa"/>
          </w:tcPr>
          <w:p w:rsidR="00E821FC" w:rsidRPr="004B4CA0" w:rsidRDefault="00E821FC" w:rsidP="003C743B">
            <w:pPr>
              <w:rPr>
                <w:rFonts w:ascii="Arial" w:hAnsi="Arial" w:cs="Arial"/>
                <w:sz w:val="72"/>
                <w:szCs w:val="72"/>
              </w:rPr>
            </w:pPr>
          </w:p>
        </w:tc>
      </w:tr>
      <w:tr w:rsidR="00E821FC" w:rsidRPr="004B4CA0" w:rsidTr="004B4CA0">
        <w:trPr>
          <w:trHeight w:val="1415"/>
        </w:trPr>
        <w:tc>
          <w:tcPr>
            <w:tcW w:w="3654" w:type="dxa"/>
            <w:gridSpan w:val="2"/>
            <w:vAlign w:val="center"/>
          </w:tcPr>
          <w:p w:rsidR="00E821FC" w:rsidRPr="004B4CA0" w:rsidRDefault="004B4CA0" w:rsidP="00E821FC">
            <w:pPr>
              <w:spacing w:after="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lastRenderedPageBreak/>
              <w:drawing>
                <wp:inline distT="0" distB="0" distL="0" distR="0" wp14:anchorId="4110AC76" wp14:editId="37B51125">
                  <wp:extent cx="914400" cy="980243"/>
                  <wp:effectExtent l="0" t="0" r="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pull-25799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7567" cy="9836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sz w:val="72"/>
                <w:szCs w:val="72"/>
              </w:rPr>
              <w:t>75€</w:t>
            </w:r>
          </w:p>
        </w:tc>
        <w:tc>
          <w:tcPr>
            <w:tcW w:w="3661" w:type="dxa"/>
            <w:gridSpan w:val="2"/>
            <w:vAlign w:val="center"/>
          </w:tcPr>
          <w:p w:rsidR="00E821FC" w:rsidRPr="004B4CA0" w:rsidRDefault="004B4CA0" w:rsidP="00E821FC">
            <w:pPr>
              <w:spacing w:after="0"/>
              <w:jc w:val="center"/>
              <w:rPr>
                <w:rFonts w:ascii="Arial" w:hAnsi="Arial" w:cs="Arial"/>
                <w:sz w:val="72"/>
                <w:szCs w:val="72"/>
              </w:rPr>
            </w:pPr>
            <w:r w:rsidRPr="004B4CA0">
              <w:rPr>
                <w:rFonts w:ascii="Arial" w:hAnsi="Arial" w:cs="Arial"/>
                <w:noProof/>
                <w:sz w:val="72"/>
                <w:szCs w:val="72"/>
                <w:lang w:eastAsia="fr-FR"/>
              </w:rPr>
              <w:drawing>
                <wp:inline distT="0" distB="0" distL="0" distR="0" wp14:anchorId="590EBCCB" wp14:editId="256DA0B9">
                  <wp:extent cx="1012874" cy="986757"/>
                  <wp:effectExtent l="0" t="0" r="0" b="444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joystick-23234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8490" cy="992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B4CA0">
              <w:rPr>
                <w:rFonts w:ascii="Arial" w:hAnsi="Arial" w:cs="Arial"/>
                <w:sz w:val="72"/>
                <w:szCs w:val="72"/>
              </w:rPr>
              <w:t>89€</w:t>
            </w:r>
          </w:p>
        </w:tc>
      </w:tr>
      <w:tr w:rsidR="00E821FC" w:rsidRPr="004B4CA0" w:rsidTr="004B4CA0">
        <w:trPr>
          <w:trHeight w:val="7509"/>
        </w:trPr>
        <w:tc>
          <w:tcPr>
            <w:tcW w:w="3654" w:type="dxa"/>
            <w:gridSpan w:val="2"/>
          </w:tcPr>
          <w:p w:rsidR="00E821FC" w:rsidRPr="004B4CA0" w:rsidRDefault="00E821FC" w:rsidP="00E821FC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3661" w:type="dxa"/>
            <w:gridSpan w:val="2"/>
          </w:tcPr>
          <w:p w:rsidR="00E821FC" w:rsidRPr="004B4CA0" w:rsidRDefault="00E821FC" w:rsidP="00E821FC">
            <w:pPr>
              <w:jc w:val="center"/>
              <w:rPr>
                <w:rFonts w:ascii="Arial" w:hAnsi="Arial" w:cs="Arial"/>
                <w:sz w:val="72"/>
                <w:szCs w:val="72"/>
              </w:rPr>
            </w:pPr>
          </w:p>
        </w:tc>
      </w:tr>
    </w:tbl>
    <w:p w:rsidR="00E821FC" w:rsidRPr="004B4CA0" w:rsidRDefault="00E821FC" w:rsidP="00E821FC">
      <w:pPr>
        <w:jc w:val="center"/>
        <w:rPr>
          <w:rFonts w:ascii="Arial" w:hAnsi="Arial" w:cs="Arial"/>
          <w:sz w:val="72"/>
          <w:szCs w:val="72"/>
        </w:rPr>
      </w:pPr>
    </w:p>
    <w:tbl>
      <w:tblPr>
        <w:tblStyle w:val="Grilledutablea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673"/>
        <w:gridCol w:w="3642"/>
      </w:tblGrid>
      <w:tr w:rsidR="00E821FC" w:rsidRPr="004B4CA0" w:rsidTr="00E821FC">
        <w:trPr>
          <w:trHeight w:val="1415"/>
        </w:trPr>
        <w:tc>
          <w:tcPr>
            <w:tcW w:w="3742" w:type="dxa"/>
            <w:vAlign w:val="center"/>
          </w:tcPr>
          <w:p w:rsidR="00E821FC" w:rsidRPr="004F7739" w:rsidRDefault="004B4CA0" w:rsidP="004B4CA0">
            <w:pPr>
              <w:jc w:val="center"/>
              <w:rPr>
                <w:rFonts w:ascii="Arial" w:hAnsi="Arial" w:cs="Arial"/>
                <w:sz w:val="56"/>
                <w:szCs w:val="72"/>
              </w:rPr>
            </w:pPr>
            <w:r w:rsidRPr="004F7739">
              <w:rPr>
                <w:rFonts w:ascii="Arial" w:hAnsi="Arial" w:cs="Arial"/>
                <w:noProof/>
                <w:sz w:val="56"/>
                <w:szCs w:val="72"/>
                <w:lang w:eastAsia="fr-FR"/>
              </w:rPr>
              <w:drawing>
                <wp:inline distT="0" distB="0" distL="0" distR="0" wp14:anchorId="4BE78C90" wp14:editId="0D085492">
                  <wp:extent cx="1260000" cy="711667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bike-757914_1280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0000" cy="711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7739">
              <w:rPr>
                <w:rFonts w:ascii="Arial" w:hAnsi="Arial" w:cs="Arial"/>
                <w:sz w:val="56"/>
                <w:szCs w:val="72"/>
              </w:rPr>
              <w:t>13</w:t>
            </w:r>
            <w:r w:rsidRPr="004F7739">
              <w:rPr>
                <w:rFonts w:ascii="Arial" w:hAnsi="Arial" w:cs="Arial"/>
                <w:sz w:val="56"/>
                <w:szCs w:val="72"/>
              </w:rPr>
              <w:t>9€</w:t>
            </w:r>
          </w:p>
        </w:tc>
        <w:tc>
          <w:tcPr>
            <w:tcW w:w="3743" w:type="dxa"/>
            <w:vAlign w:val="center"/>
          </w:tcPr>
          <w:p w:rsidR="00E821FC" w:rsidRPr="004F7739" w:rsidRDefault="004B4CA0" w:rsidP="00E821FC">
            <w:pPr>
              <w:spacing w:after="0"/>
              <w:jc w:val="center"/>
              <w:rPr>
                <w:rFonts w:ascii="Arial" w:hAnsi="Arial" w:cs="Arial"/>
                <w:sz w:val="56"/>
                <w:szCs w:val="72"/>
              </w:rPr>
            </w:pPr>
            <w:r w:rsidRPr="004F7739">
              <w:rPr>
                <w:rFonts w:ascii="Arial" w:hAnsi="Arial" w:cs="Arial"/>
                <w:noProof/>
                <w:sz w:val="56"/>
                <w:szCs w:val="72"/>
                <w:lang w:eastAsia="fr-FR"/>
              </w:rPr>
              <w:drawing>
                <wp:inline distT="0" distB="0" distL="0" distR="0" wp14:anchorId="4DD9B28C" wp14:editId="33A379D4">
                  <wp:extent cx="510038" cy="986155"/>
                  <wp:effectExtent l="0" t="0" r="4445" b="444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hone-158086_1280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3102" cy="992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4F7739">
              <w:rPr>
                <w:rFonts w:ascii="Arial" w:hAnsi="Arial" w:cs="Arial"/>
                <w:sz w:val="56"/>
                <w:szCs w:val="72"/>
              </w:rPr>
              <w:t>1</w:t>
            </w:r>
            <w:r w:rsidRPr="004F7739">
              <w:rPr>
                <w:rFonts w:ascii="Arial" w:hAnsi="Arial" w:cs="Arial"/>
                <w:sz w:val="56"/>
                <w:szCs w:val="72"/>
              </w:rPr>
              <w:t>96€</w:t>
            </w:r>
          </w:p>
        </w:tc>
      </w:tr>
      <w:tr w:rsidR="00E821FC" w:rsidRPr="004B4CA0" w:rsidTr="004F7739">
        <w:trPr>
          <w:trHeight w:val="7571"/>
        </w:trPr>
        <w:tc>
          <w:tcPr>
            <w:tcW w:w="3742" w:type="dxa"/>
          </w:tcPr>
          <w:p w:rsidR="00E821FC" w:rsidRPr="004B4CA0" w:rsidRDefault="00E821FC" w:rsidP="003C743B">
            <w:pPr>
              <w:rPr>
                <w:rFonts w:ascii="Arial" w:hAnsi="Arial" w:cs="Arial"/>
                <w:sz w:val="72"/>
                <w:szCs w:val="72"/>
              </w:rPr>
            </w:pPr>
          </w:p>
        </w:tc>
        <w:tc>
          <w:tcPr>
            <w:tcW w:w="3743" w:type="dxa"/>
          </w:tcPr>
          <w:p w:rsidR="00E821FC" w:rsidRPr="004B4CA0" w:rsidRDefault="00E821FC" w:rsidP="003C743B">
            <w:pPr>
              <w:rPr>
                <w:rFonts w:ascii="Arial" w:hAnsi="Arial" w:cs="Arial"/>
                <w:sz w:val="72"/>
                <w:szCs w:val="72"/>
              </w:rPr>
            </w:pPr>
          </w:p>
        </w:tc>
      </w:tr>
    </w:tbl>
    <w:p w:rsidR="00E821FC" w:rsidRPr="004B4CA0" w:rsidRDefault="00E821FC" w:rsidP="004F7739">
      <w:pPr>
        <w:rPr>
          <w:rFonts w:ascii="Arial" w:hAnsi="Arial" w:cs="Arial"/>
          <w:sz w:val="72"/>
          <w:szCs w:val="72"/>
        </w:rPr>
      </w:pPr>
      <w:bookmarkStart w:id="0" w:name="_GoBack"/>
      <w:bookmarkEnd w:id="0"/>
    </w:p>
    <w:sectPr w:rsidR="00E821FC" w:rsidRPr="004B4CA0" w:rsidSect="00E821F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1FC"/>
    <w:rsid w:val="001D645B"/>
    <w:rsid w:val="004B4CA0"/>
    <w:rsid w:val="004D4658"/>
    <w:rsid w:val="004F7739"/>
    <w:rsid w:val="005175A3"/>
    <w:rsid w:val="005F7238"/>
    <w:rsid w:val="007E024D"/>
    <w:rsid w:val="00E82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F935783-A140-4689-9629-2D4B6ADB01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821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163</TotalTime>
  <Pages>2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2017-07-22T09:04:00Z</dcterms:created>
  <dcterms:modified xsi:type="dcterms:W3CDTF">2017-07-22T11:48:00Z</dcterms:modified>
</cp:coreProperties>
</file>